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538" w:rsidRDefault="00C029BB" w:rsidP="00EF20DD">
      <w:pPr>
        <w:pStyle w:val="NoSpacing"/>
        <w:jc w:val="center"/>
        <w:rPr>
          <w:color w:val="92D05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72150" cy="1809750"/>
            <wp:effectExtent l="0" t="0" r="0" b="0"/>
            <wp:docPr id="1" name="Picture 1" descr="Image result for flower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lower imag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538" w:rsidRDefault="00D73538" w:rsidP="00C029BB">
      <w:pPr>
        <w:pStyle w:val="NoSpacing"/>
        <w:rPr>
          <w:color w:val="92D050"/>
          <w:sz w:val="28"/>
          <w:szCs w:val="28"/>
        </w:rPr>
      </w:pPr>
    </w:p>
    <w:p w:rsidR="00D73538" w:rsidRPr="003E2FFB" w:rsidRDefault="00D73538" w:rsidP="00EF20DD">
      <w:pPr>
        <w:pStyle w:val="NoSpacing"/>
        <w:jc w:val="center"/>
        <w:rPr>
          <w:b/>
          <w:color w:val="E838C6"/>
          <w:sz w:val="28"/>
          <w:szCs w:val="28"/>
        </w:rPr>
      </w:pPr>
    </w:p>
    <w:p w:rsidR="00EF20DD" w:rsidRPr="003E2FFB" w:rsidRDefault="00EF20DD" w:rsidP="00EF20DD">
      <w:pPr>
        <w:pStyle w:val="NoSpacing"/>
        <w:jc w:val="center"/>
        <w:rPr>
          <w:b/>
          <w:color w:val="E838C6"/>
          <w:sz w:val="32"/>
          <w:szCs w:val="32"/>
        </w:rPr>
      </w:pPr>
      <w:r w:rsidRPr="003E2FFB">
        <w:rPr>
          <w:b/>
          <w:color w:val="E838C6"/>
          <w:sz w:val="32"/>
          <w:szCs w:val="32"/>
        </w:rPr>
        <w:t xml:space="preserve">MONTGOMERY COUNTY SCHOOL NURSE </w:t>
      </w:r>
    </w:p>
    <w:p w:rsidR="00B66832" w:rsidRPr="003E2FFB" w:rsidRDefault="00EF20DD" w:rsidP="00EF20DD">
      <w:pPr>
        <w:pStyle w:val="NoSpacing"/>
        <w:jc w:val="center"/>
        <w:rPr>
          <w:b/>
          <w:color w:val="E838C6"/>
          <w:sz w:val="32"/>
          <w:szCs w:val="32"/>
        </w:rPr>
      </w:pPr>
      <w:r w:rsidRPr="003E2FFB">
        <w:rPr>
          <w:b/>
          <w:color w:val="E838C6"/>
          <w:sz w:val="32"/>
          <w:szCs w:val="32"/>
        </w:rPr>
        <w:t>ASSOCIATION SPRING MEETING</w:t>
      </w:r>
    </w:p>
    <w:p w:rsidR="00EF20DD" w:rsidRDefault="00EF20DD" w:rsidP="00EF20DD">
      <w:pPr>
        <w:pStyle w:val="NoSpacing"/>
        <w:jc w:val="center"/>
        <w:rPr>
          <w:color w:val="ED7D31" w:themeColor="accent2"/>
          <w:sz w:val="28"/>
          <w:szCs w:val="28"/>
        </w:rPr>
      </w:pPr>
      <w:r>
        <w:rPr>
          <w:color w:val="ED7D31" w:themeColor="accent2"/>
          <w:sz w:val="28"/>
          <w:szCs w:val="28"/>
        </w:rPr>
        <w:t>*******************************************************************</w:t>
      </w:r>
    </w:p>
    <w:p w:rsidR="00EF20DD" w:rsidRDefault="00EF20DD" w:rsidP="00EF20DD">
      <w:pPr>
        <w:pStyle w:val="NoSpacing"/>
        <w:jc w:val="center"/>
        <w:rPr>
          <w:color w:val="ED7D31" w:themeColor="accent2"/>
          <w:sz w:val="28"/>
          <w:szCs w:val="28"/>
        </w:rPr>
      </w:pPr>
    </w:p>
    <w:p w:rsidR="00EF20DD" w:rsidRPr="00D73538" w:rsidRDefault="00EF20DD" w:rsidP="00EF20DD">
      <w:pPr>
        <w:pStyle w:val="NoSpacing"/>
        <w:jc w:val="center"/>
        <w:rPr>
          <w:color w:val="5B9BD5" w:themeColor="accent1"/>
          <w:sz w:val="32"/>
          <w:szCs w:val="32"/>
        </w:rPr>
      </w:pPr>
      <w:r w:rsidRPr="00D73538">
        <w:rPr>
          <w:color w:val="5B9BD5" w:themeColor="accent1"/>
          <w:sz w:val="32"/>
          <w:szCs w:val="32"/>
        </w:rPr>
        <w:t>TUESDAY</w:t>
      </w:r>
      <w:r w:rsidR="003E2FFB">
        <w:rPr>
          <w:color w:val="5B9BD5" w:themeColor="accent1"/>
          <w:sz w:val="32"/>
          <w:szCs w:val="32"/>
        </w:rPr>
        <w:t xml:space="preserve"> </w:t>
      </w:r>
      <w:r w:rsidRPr="00D73538">
        <w:rPr>
          <w:color w:val="5B9BD5" w:themeColor="accent1"/>
          <w:sz w:val="32"/>
          <w:szCs w:val="32"/>
        </w:rPr>
        <w:t>MAY 9, 2017</w:t>
      </w:r>
    </w:p>
    <w:p w:rsidR="00EF20DD" w:rsidRDefault="00EF20DD" w:rsidP="00EF20DD">
      <w:pPr>
        <w:pStyle w:val="NoSpacing"/>
        <w:jc w:val="center"/>
        <w:rPr>
          <w:color w:val="5B9BD5" w:themeColor="accent1"/>
          <w:sz w:val="28"/>
          <w:szCs w:val="28"/>
        </w:rPr>
      </w:pPr>
    </w:p>
    <w:p w:rsidR="00EF20DD" w:rsidRDefault="00EF20DD" w:rsidP="00EF20DD">
      <w:pPr>
        <w:pStyle w:val="NoSpacing"/>
        <w:jc w:val="center"/>
        <w:rPr>
          <w:color w:val="5B9BD5" w:themeColor="accent1"/>
          <w:sz w:val="28"/>
          <w:szCs w:val="28"/>
        </w:rPr>
      </w:pP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  <w:r w:rsidRPr="00D73538">
        <w:rPr>
          <w:color w:val="002060"/>
          <w:sz w:val="28"/>
          <w:szCs w:val="28"/>
        </w:rPr>
        <w:t>EMPRESS ROOM</w:t>
      </w: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  <w:r w:rsidRPr="00D73538">
        <w:rPr>
          <w:color w:val="002060"/>
          <w:sz w:val="28"/>
          <w:szCs w:val="28"/>
        </w:rPr>
        <w:t>1489 DeKALB PIKE</w:t>
      </w: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  <w:r w:rsidRPr="00D73538">
        <w:rPr>
          <w:color w:val="002060"/>
          <w:sz w:val="28"/>
          <w:szCs w:val="28"/>
        </w:rPr>
        <w:t>BLUEBELL, PA 19422</w:t>
      </w: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  <w:r w:rsidRPr="00D73538">
        <w:rPr>
          <w:color w:val="002060"/>
          <w:sz w:val="28"/>
          <w:szCs w:val="28"/>
        </w:rPr>
        <w:t>4:30PM – 8:00PM</w:t>
      </w:r>
    </w:p>
    <w:p w:rsidR="00EF20DD" w:rsidRPr="00D73538" w:rsidRDefault="00EF20DD" w:rsidP="00EF20DD">
      <w:pPr>
        <w:pStyle w:val="NoSpacing"/>
        <w:jc w:val="center"/>
        <w:rPr>
          <w:color w:val="002060"/>
          <w:sz w:val="28"/>
          <w:szCs w:val="28"/>
        </w:rPr>
      </w:pPr>
    </w:p>
    <w:p w:rsidR="00EF20DD" w:rsidRPr="00D73538" w:rsidRDefault="00EF20DD" w:rsidP="00EF20DD">
      <w:pPr>
        <w:pStyle w:val="NoSpacing"/>
        <w:jc w:val="center"/>
        <w:rPr>
          <w:color w:val="FF0000"/>
          <w:sz w:val="32"/>
          <w:szCs w:val="32"/>
        </w:rPr>
      </w:pPr>
      <w:r w:rsidRPr="00D73538">
        <w:rPr>
          <w:color w:val="FF0000"/>
          <w:sz w:val="32"/>
          <w:szCs w:val="32"/>
        </w:rPr>
        <w:t>SPEAKER:</w:t>
      </w:r>
    </w:p>
    <w:p w:rsidR="00EF20DD" w:rsidRPr="00D73538" w:rsidRDefault="00EF20DD" w:rsidP="00EF20DD">
      <w:pPr>
        <w:pStyle w:val="NoSpacing"/>
        <w:jc w:val="center"/>
        <w:rPr>
          <w:color w:val="FF0000"/>
          <w:sz w:val="32"/>
          <w:szCs w:val="32"/>
        </w:rPr>
      </w:pPr>
    </w:p>
    <w:p w:rsidR="00EF20DD" w:rsidRPr="00D73538" w:rsidRDefault="00EF20DD" w:rsidP="00EF20DD">
      <w:pPr>
        <w:pStyle w:val="NoSpacing"/>
        <w:jc w:val="center"/>
        <w:rPr>
          <w:color w:val="FF0000"/>
          <w:sz w:val="32"/>
          <w:szCs w:val="32"/>
        </w:rPr>
      </w:pPr>
      <w:r w:rsidRPr="00D73538">
        <w:rPr>
          <w:color w:val="FF0000"/>
          <w:sz w:val="32"/>
          <w:szCs w:val="32"/>
        </w:rPr>
        <w:t>SUDDEN CARDIAC ARREST ISN’T JUST AN ADULT THING</w:t>
      </w:r>
      <w:r w:rsidR="00D73538" w:rsidRPr="00D73538">
        <w:rPr>
          <w:color w:val="FF0000"/>
          <w:sz w:val="32"/>
          <w:szCs w:val="32"/>
        </w:rPr>
        <w:t>!</w:t>
      </w:r>
    </w:p>
    <w:p w:rsidR="00EF20DD" w:rsidRPr="00D73538" w:rsidRDefault="00EF20DD" w:rsidP="00EF20DD">
      <w:pPr>
        <w:pStyle w:val="NoSpacing"/>
        <w:jc w:val="center"/>
        <w:rPr>
          <w:color w:val="FF0000"/>
          <w:sz w:val="32"/>
          <w:szCs w:val="32"/>
        </w:rPr>
      </w:pPr>
      <w:r w:rsidRPr="00D73538">
        <w:rPr>
          <w:color w:val="FF0000"/>
          <w:sz w:val="32"/>
          <w:szCs w:val="32"/>
        </w:rPr>
        <w:t>Mr. Darren Sudman</w:t>
      </w:r>
    </w:p>
    <w:p w:rsidR="00EF20DD" w:rsidRPr="00D73538" w:rsidRDefault="00EF20DD" w:rsidP="00EF20DD">
      <w:pPr>
        <w:pStyle w:val="NoSpacing"/>
        <w:jc w:val="center"/>
        <w:rPr>
          <w:color w:val="FF0000"/>
          <w:sz w:val="32"/>
          <w:szCs w:val="32"/>
        </w:rPr>
      </w:pPr>
      <w:r w:rsidRPr="00D73538">
        <w:rPr>
          <w:color w:val="FF0000"/>
          <w:sz w:val="32"/>
          <w:szCs w:val="32"/>
        </w:rPr>
        <w:t>Executive Director, CoFounder, Simon’s Dad -  Simon’s Fund</w:t>
      </w:r>
    </w:p>
    <w:p w:rsidR="00D73538" w:rsidRDefault="00D73538" w:rsidP="00EF20DD">
      <w:pPr>
        <w:pStyle w:val="NoSpacing"/>
        <w:jc w:val="center"/>
        <w:rPr>
          <w:color w:val="FF0000"/>
          <w:sz w:val="28"/>
          <w:szCs w:val="28"/>
        </w:rPr>
      </w:pPr>
    </w:p>
    <w:p w:rsidR="00D73538" w:rsidRDefault="00D73538" w:rsidP="00C029BB">
      <w:pPr>
        <w:pStyle w:val="NoSpacing"/>
        <w:rPr>
          <w:color w:val="FF0000"/>
          <w:sz w:val="28"/>
          <w:szCs w:val="28"/>
        </w:rPr>
      </w:pPr>
    </w:p>
    <w:p w:rsidR="00D73538" w:rsidRPr="00EF20DD" w:rsidRDefault="003E2FFB" w:rsidP="00EF20DD">
      <w:pPr>
        <w:pStyle w:val="NoSpacing"/>
        <w:jc w:val="center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0B7C546" wp14:editId="3517EAAB">
            <wp:extent cx="5772150" cy="1809750"/>
            <wp:effectExtent l="0" t="0" r="0" b="0"/>
            <wp:docPr id="3" name="Picture 3" descr="Image result for flower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lower imag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538" w:rsidRPr="00EF20DD" w:rsidSect="000A71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DD"/>
    <w:rsid w:val="000A7129"/>
    <w:rsid w:val="000D7560"/>
    <w:rsid w:val="00122B85"/>
    <w:rsid w:val="0020085A"/>
    <w:rsid w:val="002A7DF2"/>
    <w:rsid w:val="003E2FFB"/>
    <w:rsid w:val="006A395F"/>
    <w:rsid w:val="00C029BB"/>
    <w:rsid w:val="00D73538"/>
    <w:rsid w:val="00EF20DD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4001AE-5F80-405A-BE9F-374ABA4A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20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67EC71B5</Template>
  <TotalTime>1</TotalTime>
  <Pages>1</Pages>
  <Words>53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Peiffer, Cheryl</dc:creator>
  <cp:keywords/>
  <dc:description/>
  <cp:lastModifiedBy>Gill, Donna</cp:lastModifiedBy>
  <cp:revision>2</cp:revision>
  <dcterms:created xsi:type="dcterms:W3CDTF">2017-03-20T16:49:00Z</dcterms:created>
  <dcterms:modified xsi:type="dcterms:W3CDTF">2017-03-20T16:49:00Z</dcterms:modified>
</cp:coreProperties>
</file>